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1C0E38" w:rsidRDefault="00F73753" w:rsidP="001C0E38">
      <w:pPr>
        <w:jc w:val="center"/>
        <w:rPr>
          <w:b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1C0E38" w:rsidRPr="001C0E38">
        <w:rPr>
          <w:b/>
        </w:rPr>
        <w:t>CFE for Integration Coordination Expert for the Holistic Integration Team</w:t>
      </w:r>
    </w:p>
    <w:p w:rsidR="00F73753" w:rsidRPr="00A41749" w:rsidRDefault="00993D94" w:rsidP="001C0E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IO/21/CFE/1002</w:t>
      </w:r>
      <w:r w:rsidR="003D124C">
        <w:rPr>
          <w:b/>
          <w:sz w:val="28"/>
          <w:szCs w:val="28"/>
        </w:rPr>
        <w:t>2097</w:t>
      </w:r>
      <w:r w:rsidR="00550C62">
        <w:rPr>
          <w:b/>
          <w:sz w:val="28"/>
          <w:szCs w:val="28"/>
        </w:rPr>
        <w:t>RP</w:t>
      </w:r>
      <w:r w:rsidR="001C0E38">
        <w:rPr>
          <w:b/>
          <w:sz w:val="28"/>
          <w:szCs w:val="28"/>
        </w:rPr>
        <w:t>3</w:t>
      </w:r>
      <w:r w:rsidR="00F912D4" w:rsidRPr="00F912D4">
        <w:rPr>
          <w:b/>
          <w:sz w:val="28"/>
          <w:szCs w:val="28"/>
        </w:rPr>
        <w:t>/</w:t>
      </w:r>
      <w:r w:rsidR="003D124C">
        <w:rPr>
          <w:b/>
          <w:sz w:val="28"/>
          <w:szCs w:val="28"/>
        </w:rPr>
        <w:t>EBT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</w:t>
      </w:r>
      <w:bookmarkStart w:id="0" w:name="_GoBack"/>
      <w:bookmarkEnd w:id="0"/>
      <w:r w:rsidRPr="00BC4F6A">
        <w:rPr>
          <w:b/>
          <w:i/>
          <w:sz w:val="22"/>
          <w:szCs w:val="22"/>
        </w:rPr>
        <w:t>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F912D4">
        <w:t>Call for Expertise</w:t>
      </w:r>
      <w:r w:rsidRPr="00F912D4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1335E">
        <w:t>date of Kick off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EB4DAC">
        <w:t>7</w:t>
      </w:r>
      <w:r w:rsidR="0061335E" w:rsidRPr="0061335E">
        <w:t xml:space="preserve"> </w:t>
      </w:r>
      <w:r w:rsidR="00EC276E" w:rsidRPr="0061335E">
        <w:t>months</w:t>
      </w:r>
      <w:r w:rsidR="0061335E" w:rsidRPr="0061335E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258C2"/>
    <w:rsid w:val="0014399C"/>
    <w:rsid w:val="00157B48"/>
    <w:rsid w:val="001606B5"/>
    <w:rsid w:val="00161E69"/>
    <w:rsid w:val="00183C4D"/>
    <w:rsid w:val="001C0E38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D124C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43986"/>
    <w:rsid w:val="00550C6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1335E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B524C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26397"/>
    <w:rsid w:val="00940541"/>
    <w:rsid w:val="00993D94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B4DAC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912D4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689835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2</TotalTime>
  <Pages>1</Pages>
  <Words>209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Perret Chloe EXT</cp:lastModifiedBy>
  <cp:revision>6</cp:revision>
  <cp:lastPrinted>2012-04-10T09:52:00Z</cp:lastPrinted>
  <dcterms:created xsi:type="dcterms:W3CDTF">2021-09-28T07:21:00Z</dcterms:created>
  <dcterms:modified xsi:type="dcterms:W3CDTF">2021-10-27T12:52:00Z</dcterms:modified>
</cp:coreProperties>
</file>